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0B" w:rsidRPr="00F77C3E" w:rsidRDefault="00381A1C" w:rsidP="00F77C3E">
      <w:pPr>
        <w:pStyle w:val="Heading1"/>
        <w:pBdr>
          <w:bottom w:val="single" w:sz="4" w:space="1" w:color="auto"/>
        </w:pBdr>
        <w:rPr>
          <w:rFonts w:ascii="Corbel" w:hAnsi="Corbel" w:cs="Calibri"/>
          <w:color w:val="auto"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color w:val="auto"/>
          <w:sz w:val="24"/>
          <w:szCs w:val="24"/>
        </w:rPr>
        <w:t xml:space="preserve">APPENDIX </w:t>
      </w:r>
      <w:r w:rsidR="00241527">
        <w:rPr>
          <w:rFonts w:ascii="Corbel" w:hAnsi="Corbel" w:cs="Calibri"/>
          <w:color w:val="auto"/>
          <w:sz w:val="24"/>
          <w:szCs w:val="24"/>
        </w:rPr>
        <w:t>D</w:t>
      </w:r>
      <w:r w:rsidR="00053E0B" w:rsidRPr="00F77C3E">
        <w:rPr>
          <w:rFonts w:ascii="Corbel" w:hAnsi="Corbel" w:cs="Calibri"/>
          <w:color w:val="auto"/>
          <w:sz w:val="24"/>
          <w:szCs w:val="24"/>
        </w:rPr>
        <w:t xml:space="preserve"> – </w:t>
      </w:r>
      <w:r>
        <w:rPr>
          <w:rFonts w:ascii="Corbel" w:hAnsi="Corbel" w:cs="Calibri"/>
          <w:color w:val="auto"/>
          <w:sz w:val="24"/>
          <w:szCs w:val="24"/>
        </w:rPr>
        <w:t>Balance of cash and in-kind contributions</w:t>
      </w:r>
      <w:r w:rsidR="00241527">
        <w:rPr>
          <w:rFonts w:ascii="Corbel" w:hAnsi="Corbel" w:cs="Calibri"/>
          <w:color w:val="auto"/>
          <w:sz w:val="24"/>
          <w:szCs w:val="24"/>
        </w:rPr>
        <w:t xml:space="preserve"> </w:t>
      </w:r>
      <w:r w:rsidR="00811B93">
        <w:rPr>
          <w:rFonts w:ascii="Corbel" w:hAnsi="Corbel" w:cs="Calibri"/>
          <w:color w:val="auto"/>
          <w:sz w:val="24"/>
          <w:szCs w:val="24"/>
        </w:rPr>
        <w:t>IN</w:t>
      </w:r>
      <w:r w:rsidR="00241527">
        <w:rPr>
          <w:rFonts w:ascii="Corbel" w:hAnsi="Corbel" w:cs="Calibri"/>
          <w:color w:val="auto"/>
          <w:sz w:val="24"/>
          <w:szCs w:val="24"/>
        </w:rPr>
        <w:t xml:space="preserve"> Tasmania</w:t>
      </w:r>
    </w:p>
    <w:p w:rsidR="00A77BF6" w:rsidRDefault="00053E0B" w:rsidP="00381A1C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F77C3E">
        <w:rPr>
          <w:rFonts w:ascii="Corbel" w:hAnsi="Corbel"/>
          <w:sz w:val="24"/>
          <w:szCs w:val="24"/>
        </w:rPr>
        <w:t xml:space="preserve">This appendix sets out </w:t>
      </w:r>
      <w:r w:rsidR="00241527">
        <w:rPr>
          <w:rFonts w:ascii="Corbel" w:hAnsi="Corbel"/>
          <w:sz w:val="24"/>
          <w:szCs w:val="24"/>
        </w:rPr>
        <w:t xml:space="preserve">and updates </w:t>
      </w:r>
      <w:r w:rsidRPr="00F77C3E">
        <w:rPr>
          <w:rFonts w:ascii="Corbel" w:hAnsi="Corbel"/>
          <w:sz w:val="24"/>
          <w:szCs w:val="24"/>
        </w:rPr>
        <w:t xml:space="preserve">the </w:t>
      </w:r>
      <w:r w:rsidR="001F0CA1">
        <w:rPr>
          <w:rFonts w:ascii="Corbel" w:hAnsi="Corbel"/>
          <w:sz w:val="24"/>
          <w:szCs w:val="24"/>
        </w:rPr>
        <w:t>balance of cash and in-kind contributions and the existing programs that are expected to be drawn on in providing direct services or be transitioned into cash contributions</w:t>
      </w:r>
      <w:r w:rsidRPr="00F77C3E">
        <w:rPr>
          <w:rFonts w:ascii="Corbel" w:hAnsi="Corbel"/>
          <w:sz w:val="24"/>
          <w:szCs w:val="24"/>
        </w:rPr>
        <w:t>, as agreed in</w:t>
      </w:r>
      <w:r w:rsidR="001F0CA1">
        <w:rPr>
          <w:rFonts w:ascii="Corbel" w:hAnsi="Corbel"/>
          <w:sz w:val="24"/>
          <w:szCs w:val="24"/>
        </w:rPr>
        <w:t xml:space="preserve"> paragraph 4</w:t>
      </w:r>
      <w:r w:rsidR="00526C7C">
        <w:rPr>
          <w:rFonts w:ascii="Corbel" w:hAnsi="Corbel"/>
          <w:sz w:val="24"/>
          <w:szCs w:val="24"/>
        </w:rPr>
        <w:t>3</w:t>
      </w:r>
      <w:r w:rsidR="001F0CA1">
        <w:rPr>
          <w:rFonts w:ascii="Corbel" w:hAnsi="Corbel"/>
          <w:sz w:val="24"/>
          <w:szCs w:val="24"/>
        </w:rPr>
        <w:t xml:space="preserve"> of the IGA</w:t>
      </w:r>
      <w:r w:rsidRPr="00F77C3E">
        <w:rPr>
          <w:rFonts w:ascii="Corbel" w:hAnsi="Corbel"/>
          <w:sz w:val="24"/>
          <w:szCs w:val="24"/>
        </w:rPr>
        <w:t>.</w:t>
      </w:r>
    </w:p>
    <w:p w:rsidR="00A77BF6" w:rsidRPr="00363528" w:rsidRDefault="00A77BF6" w:rsidP="00A77BF6">
      <w:pPr>
        <w:ind w:firstLine="36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Commonwealth cash and in-kind contributions</w:t>
      </w:r>
    </w:p>
    <w:p w:rsidR="00F1287D" w:rsidRPr="00C905EA" w:rsidRDefault="00F1287D" w:rsidP="00F1287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approach to the transition of </w:t>
      </w:r>
      <w:r w:rsidRPr="00C905EA">
        <w:rPr>
          <w:rFonts w:ascii="Corbel" w:hAnsi="Corbel"/>
          <w:sz w:val="24"/>
          <w:szCs w:val="24"/>
        </w:rPr>
        <w:t xml:space="preserve">existing </w:t>
      </w:r>
      <w:r>
        <w:rPr>
          <w:rFonts w:ascii="Corbel" w:hAnsi="Corbel"/>
          <w:sz w:val="24"/>
          <w:szCs w:val="24"/>
        </w:rPr>
        <w:t>Commonwealth</w:t>
      </w:r>
      <w:r w:rsidRPr="00C905EA">
        <w:rPr>
          <w:rFonts w:ascii="Corbel" w:hAnsi="Corbel"/>
          <w:sz w:val="24"/>
          <w:szCs w:val="24"/>
        </w:rPr>
        <w:t xml:space="preserve"> disability program</w:t>
      </w:r>
      <w:r w:rsidR="00241527">
        <w:rPr>
          <w:rFonts w:ascii="Corbel" w:hAnsi="Corbel"/>
          <w:sz w:val="24"/>
          <w:szCs w:val="24"/>
        </w:rPr>
        <w:t>s</w:t>
      </w:r>
      <w:r w:rsidRPr="00C905EA">
        <w:rPr>
          <w:rFonts w:ascii="Corbel" w:hAnsi="Corbel"/>
          <w:sz w:val="24"/>
          <w:szCs w:val="24"/>
        </w:rPr>
        <w:t xml:space="preserve"> is outlined below:</w:t>
      </w:r>
    </w:p>
    <w:p w:rsidR="00F1287D" w:rsidRPr="00C905EA" w:rsidRDefault="00811B93" w:rsidP="00F1287D">
      <w:pPr>
        <w:numPr>
          <w:ilvl w:val="1"/>
          <w:numId w:val="1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</w:t>
      </w:r>
      <w:r w:rsidR="00F1287D" w:rsidRPr="00C905EA">
        <w:rPr>
          <w:rFonts w:ascii="Corbel" w:hAnsi="Corbel"/>
          <w:sz w:val="24"/>
          <w:szCs w:val="24"/>
        </w:rPr>
        <w:t>ransition of existing</w:t>
      </w:r>
      <w:r w:rsidR="00F1287D">
        <w:rPr>
          <w:rFonts w:ascii="Corbel" w:hAnsi="Corbel"/>
          <w:sz w:val="24"/>
          <w:szCs w:val="24"/>
        </w:rPr>
        <w:t xml:space="preserve"> Commonwealth </w:t>
      </w:r>
      <w:r w:rsidR="00F1287D" w:rsidRPr="00C905EA">
        <w:rPr>
          <w:rFonts w:ascii="Corbel" w:hAnsi="Corbel"/>
          <w:sz w:val="24"/>
          <w:szCs w:val="24"/>
        </w:rPr>
        <w:t>programs into cash contribution</w:t>
      </w:r>
      <w:r w:rsidR="00F1287D">
        <w:rPr>
          <w:rFonts w:ascii="Corbel" w:hAnsi="Corbel"/>
          <w:sz w:val="24"/>
          <w:szCs w:val="24"/>
        </w:rPr>
        <w:t xml:space="preserve"> in launch sites</w:t>
      </w:r>
      <w:r w:rsidR="00F1287D" w:rsidRPr="00C905EA">
        <w:rPr>
          <w:rFonts w:ascii="Corbel" w:hAnsi="Corbel"/>
          <w:sz w:val="24"/>
          <w:szCs w:val="24"/>
        </w:rPr>
        <w:t xml:space="preserve"> </w:t>
      </w:r>
      <w:r w:rsidR="00F1287D">
        <w:rPr>
          <w:rFonts w:ascii="Corbel" w:hAnsi="Corbel"/>
          <w:sz w:val="24"/>
          <w:szCs w:val="24"/>
        </w:rPr>
        <w:t xml:space="preserve">will occur either </w:t>
      </w:r>
      <w:r w:rsidR="00241527">
        <w:rPr>
          <w:rFonts w:ascii="Corbel" w:hAnsi="Corbel"/>
          <w:sz w:val="24"/>
          <w:szCs w:val="24"/>
        </w:rPr>
        <w:t xml:space="preserve">in </w:t>
      </w:r>
      <w:r w:rsidR="00F1287D">
        <w:rPr>
          <w:rFonts w:ascii="Corbel" w:hAnsi="Corbel"/>
          <w:sz w:val="24"/>
          <w:szCs w:val="24"/>
        </w:rPr>
        <w:t xml:space="preserve">part or in full at launch commencement, or as </w:t>
      </w:r>
      <w:r w:rsidR="00512E83">
        <w:rPr>
          <w:rFonts w:ascii="Corbel" w:hAnsi="Corbel"/>
          <w:sz w:val="24"/>
          <w:szCs w:val="24"/>
        </w:rPr>
        <w:t>participants</w:t>
      </w:r>
      <w:r w:rsidR="00F1287D">
        <w:rPr>
          <w:rFonts w:ascii="Corbel" w:hAnsi="Corbel"/>
          <w:sz w:val="24"/>
          <w:szCs w:val="24"/>
        </w:rPr>
        <w:t xml:space="preserve"> enter the NDIS; or as contract</w:t>
      </w:r>
      <w:r>
        <w:rPr>
          <w:rFonts w:ascii="Corbel" w:hAnsi="Corbel"/>
          <w:sz w:val="24"/>
          <w:szCs w:val="24"/>
        </w:rPr>
        <w:t>s expire over the launch period; and</w:t>
      </w:r>
      <w:r w:rsidR="00F1287D">
        <w:rPr>
          <w:rFonts w:ascii="Corbel" w:hAnsi="Corbel"/>
          <w:sz w:val="24"/>
          <w:szCs w:val="24"/>
        </w:rPr>
        <w:t xml:space="preserve"> </w:t>
      </w:r>
    </w:p>
    <w:p w:rsidR="00F1287D" w:rsidRPr="00C905EA" w:rsidRDefault="00811B93" w:rsidP="00F1287D">
      <w:pPr>
        <w:numPr>
          <w:ilvl w:val="1"/>
          <w:numId w:val="1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</w:t>
      </w:r>
      <w:r w:rsidR="0085783E">
        <w:rPr>
          <w:rFonts w:ascii="Corbel" w:hAnsi="Corbel"/>
          <w:sz w:val="24"/>
          <w:szCs w:val="24"/>
        </w:rPr>
        <w:t>ome programs will continue in-</w:t>
      </w:r>
      <w:r w:rsidR="00F1287D">
        <w:rPr>
          <w:rFonts w:ascii="Corbel" w:hAnsi="Corbel"/>
          <w:sz w:val="24"/>
          <w:szCs w:val="24"/>
        </w:rPr>
        <w:t xml:space="preserve">kind in launch sites for the duration of the launch period, due to the national focus of those programs. </w:t>
      </w:r>
    </w:p>
    <w:p w:rsidR="00F1287D" w:rsidRDefault="00F1287D" w:rsidP="00F1287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C905EA">
        <w:rPr>
          <w:rFonts w:ascii="Corbel" w:hAnsi="Corbel"/>
          <w:sz w:val="24"/>
          <w:szCs w:val="24"/>
        </w:rPr>
        <w:t>All existing disability service arrangements listed below will be transitioned from in-kind contribution to cash contributions to the Agency</w:t>
      </w:r>
      <w:r>
        <w:rPr>
          <w:rFonts w:ascii="Corbel" w:hAnsi="Corbel"/>
          <w:sz w:val="24"/>
          <w:szCs w:val="24"/>
        </w:rPr>
        <w:t xml:space="preserve"> in launch sites</w:t>
      </w:r>
      <w:r w:rsidRPr="00C905EA">
        <w:rPr>
          <w:rFonts w:ascii="Corbel" w:hAnsi="Corbel"/>
          <w:sz w:val="24"/>
          <w:szCs w:val="24"/>
        </w:rPr>
        <w:t xml:space="preserve"> in accordance </w:t>
      </w:r>
      <w:r>
        <w:rPr>
          <w:rFonts w:ascii="Corbel" w:hAnsi="Corbel"/>
          <w:sz w:val="24"/>
          <w:szCs w:val="24"/>
        </w:rPr>
        <w:t xml:space="preserve">with the approaches outlined in 2a.  </w:t>
      </w:r>
    </w:p>
    <w:p w:rsidR="00F1287D" w:rsidRDefault="00811B93" w:rsidP="00F1287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</w:t>
      </w:r>
      <w:r w:rsidR="00F1287D">
        <w:rPr>
          <w:rFonts w:ascii="Corbel" w:hAnsi="Corbel"/>
          <w:sz w:val="24"/>
          <w:szCs w:val="24"/>
        </w:rPr>
        <w:t>he following Commonwealth disability services/programs</w:t>
      </w:r>
      <w:r w:rsidR="00940EE2">
        <w:rPr>
          <w:rFonts w:ascii="Corbel" w:hAnsi="Corbel"/>
          <w:sz w:val="24"/>
          <w:szCs w:val="24"/>
        </w:rPr>
        <w:t>, as set out in Table 1,</w:t>
      </w:r>
      <w:r w:rsidR="00F1287D">
        <w:rPr>
          <w:rFonts w:ascii="Corbel" w:hAnsi="Corbel"/>
          <w:sz w:val="24"/>
          <w:szCs w:val="24"/>
        </w:rPr>
        <w:t xml:space="preserve"> are expected to transition (either in part or in full) into cash contributions in launch sites only at commenceme</w:t>
      </w:r>
      <w:r>
        <w:rPr>
          <w:rFonts w:ascii="Corbel" w:hAnsi="Corbel"/>
          <w:sz w:val="24"/>
          <w:szCs w:val="24"/>
        </w:rPr>
        <w:t xml:space="preserve">nt or as </w:t>
      </w:r>
      <w:r w:rsidR="00512E83">
        <w:rPr>
          <w:rFonts w:ascii="Corbel" w:hAnsi="Corbel"/>
          <w:sz w:val="24"/>
          <w:szCs w:val="24"/>
        </w:rPr>
        <w:t>participants</w:t>
      </w:r>
      <w:r>
        <w:rPr>
          <w:rFonts w:ascii="Corbel" w:hAnsi="Corbel"/>
          <w:sz w:val="24"/>
          <w:szCs w:val="24"/>
        </w:rPr>
        <w:t xml:space="preserve"> enter the NDIS.</w:t>
      </w:r>
    </w:p>
    <w:p w:rsidR="00940EE2" w:rsidRPr="00940EE2" w:rsidRDefault="00940EE2" w:rsidP="00940EE2">
      <w:pPr>
        <w:keepNext/>
        <w:ind w:left="357"/>
        <w:rPr>
          <w:rFonts w:ascii="Corbel" w:hAnsi="Corbel"/>
          <w:b/>
          <w:sz w:val="24"/>
          <w:szCs w:val="24"/>
        </w:rPr>
      </w:pPr>
      <w:r w:rsidRPr="00940EE2">
        <w:rPr>
          <w:rFonts w:ascii="Corbel" w:hAnsi="Corbel"/>
          <w:b/>
          <w:sz w:val="24"/>
          <w:szCs w:val="24"/>
        </w:rPr>
        <w:t>Table 1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F1287D" w:rsidRPr="001F0CA1" w:rsidTr="00241527">
        <w:trPr>
          <w:cantSplit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2D4F50" w:rsidRDefault="00F1287D" w:rsidP="00241527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2015-16</w:t>
            </w:r>
          </w:p>
        </w:tc>
      </w:tr>
      <w:tr w:rsidR="00F1287D" w:rsidRPr="001F0CA1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060748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Continence Aids Program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3E541A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..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3E541A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..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3E541A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..</w:t>
            </w:r>
          </w:p>
        </w:tc>
      </w:tr>
      <w:tr w:rsidR="00CF35E9" w:rsidRPr="001F0CA1" w:rsidTr="00CF35E9">
        <w:trPr>
          <w:cantSplit/>
        </w:trPr>
        <w:tc>
          <w:tcPr>
            <w:tcW w:w="2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35E9" w:rsidRDefault="00CF35E9" w:rsidP="00847E1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Mobility Allowance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35E9" w:rsidRDefault="00CF35E9" w:rsidP="00847E1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35E9" w:rsidRDefault="00CF35E9" w:rsidP="00847E1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35E9" w:rsidRDefault="00CF35E9" w:rsidP="00184D9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</w:t>
            </w:r>
            <w:r w:rsidR="00184D96">
              <w:rPr>
                <w:rFonts w:ascii="Corbel" w:hAnsi="Corbel"/>
                <w:sz w:val="24"/>
                <w:szCs w:val="24"/>
              </w:rPr>
              <w:t>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</w:tbl>
    <w:p w:rsidR="002875EB" w:rsidRPr="00404213" w:rsidRDefault="002875EB" w:rsidP="002875EB">
      <w:pPr>
        <w:rPr>
          <w:rFonts w:ascii="Corbel" w:hAnsi="Corbel"/>
          <w:sz w:val="20"/>
          <w:szCs w:val="24"/>
        </w:rPr>
      </w:pPr>
      <w:r w:rsidRPr="00404213">
        <w:rPr>
          <w:rFonts w:ascii="Corbel" w:hAnsi="Corbel"/>
          <w:sz w:val="20"/>
          <w:szCs w:val="24"/>
        </w:rPr>
        <w:t>‘.. ‘ represents an amount of less than $50,000.</w:t>
      </w:r>
    </w:p>
    <w:p w:rsidR="00F1287D" w:rsidRDefault="00F1287D" w:rsidP="00F1287D">
      <w:pPr>
        <w:rPr>
          <w:rFonts w:ascii="Corbel" w:hAnsi="Corbel"/>
          <w:sz w:val="24"/>
          <w:szCs w:val="24"/>
        </w:rPr>
      </w:pPr>
    </w:p>
    <w:p w:rsidR="00F1287D" w:rsidRDefault="00811B93" w:rsidP="00F1287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</w:t>
      </w:r>
      <w:r w:rsidR="00F1287D">
        <w:rPr>
          <w:rFonts w:ascii="Corbel" w:hAnsi="Corbel"/>
          <w:sz w:val="24"/>
          <w:szCs w:val="24"/>
        </w:rPr>
        <w:t xml:space="preserve"> following Commonwealth disability services/programs</w:t>
      </w:r>
      <w:r w:rsidR="00940EE2">
        <w:rPr>
          <w:rFonts w:ascii="Corbel" w:hAnsi="Corbel"/>
          <w:sz w:val="24"/>
          <w:szCs w:val="24"/>
        </w:rPr>
        <w:t>, as set out in Table 2,</w:t>
      </w:r>
      <w:r w:rsidR="00F1287D">
        <w:rPr>
          <w:rFonts w:ascii="Corbel" w:hAnsi="Corbel"/>
          <w:sz w:val="24"/>
          <w:szCs w:val="24"/>
        </w:rPr>
        <w:t xml:space="preserve"> are expected to transition (either in part or in full</w:t>
      </w:r>
      <w:r w:rsidR="00940EE2">
        <w:rPr>
          <w:rFonts w:ascii="Corbel" w:hAnsi="Corbel"/>
          <w:sz w:val="24"/>
          <w:szCs w:val="24"/>
        </w:rPr>
        <w:t>) into</w:t>
      </w:r>
      <w:r w:rsidR="00F1287D">
        <w:rPr>
          <w:rFonts w:ascii="Corbel" w:hAnsi="Corbel"/>
          <w:sz w:val="24"/>
          <w:szCs w:val="24"/>
        </w:rPr>
        <w:t xml:space="preserve"> cash contributions in launch sites only as contracts expire</w:t>
      </w:r>
      <w:r>
        <w:rPr>
          <w:rFonts w:ascii="Corbel" w:hAnsi="Corbel"/>
          <w:sz w:val="24"/>
          <w:szCs w:val="24"/>
        </w:rPr>
        <w:t>.</w:t>
      </w:r>
    </w:p>
    <w:p w:rsidR="00940EE2" w:rsidRDefault="00940EE2" w:rsidP="00940EE2">
      <w:pPr>
        <w:keepNext/>
        <w:ind w:left="357"/>
        <w:rPr>
          <w:rFonts w:ascii="Corbel" w:hAnsi="Corbel"/>
          <w:b/>
          <w:sz w:val="24"/>
          <w:szCs w:val="24"/>
        </w:rPr>
      </w:pPr>
    </w:p>
    <w:p w:rsidR="00940EE2" w:rsidRPr="00940EE2" w:rsidRDefault="00940EE2" w:rsidP="00940EE2">
      <w:pPr>
        <w:keepNext/>
        <w:ind w:left="357"/>
        <w:rPr>
          <w:rFonts w:ascii="Corbel" w:hAnsi="Corbel"/>
          <w:b/>
          <w:sz w:val="24"/>
          <w:szCs w:val="24"/>
        </w:rPr>
      </w:pPr>
      <w:r w:rsidRPr="00940EE2">
        <w:rPr>
          <w:rFonts w:ascii="Corbel" w:hAnsi="Corbel"/>
          <w:b/>
          <w:sz w:val="24"/>
          <w:szCs w:val="24"/>
        </w:rPr>
        <w:t>Table 2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F1287D" w:rsidRPr="001F0CA1" w:rsidTr="00241527">
        <w:trPr>
          <w:cantSplit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2D4F50" w:rsidRDefault="00F1287D" w:rsidP="00241527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241527">
            <w:pPr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2015-16</w:t>
            </w:r>
          </w:p>
        </w:tc>
      </w:tr>
      <w:tr w:rsidR="00F1287D" w:rsidRPr="001F0CA1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060748" w:rsidRDefault="00847E16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Disability Employment Assistance:  Australian Disability Enterprises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F1287D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3E541A">
              <w:rPr>
                <w:rFonts w:ascii="Corbel" w:hAnsi="Corbel"/>
                <w:sz w:val="24"/>
                <w:szCs w:val="24"/>
              </w:rPr>
              <w:t>0.3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F1287D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3E541A">
              <w:rPr>
                <w:rFonts w:ascii="Corbel" w:hAnsi="Corbel"/>
                <w:sz w:val="24"/>
                <w:szCs w:val="24"/>
              </w:rPr>
              <w:t>0.6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F1287D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3E541A">
              <w:rPr>
                <w:rFonts w:ascii="Corbel" w:hAnsi="Corbel"/>
                <w:sz w:val="24"/>
                <w:szCs w:val="24"/>
              </w:rPr>
              <w:t>0.7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7A69DC" w:rsidRPr="001F0CA1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7A69DC" w:rsidRDefault="007A69DC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Targeted Community Care: Mental Health Respite Carer Support &amp; Targeted Community Care: Personal Helpers and Mentors Program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7A69DC" w:rsidRDefault="007A69DC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7A69DC" w:rsidRDefault="007A69DC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$0.3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7A69DC" w:rsidRDefault="007A69DC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$0.4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3E541A" w:rsidRPr="001F0CA1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AF5F62" w:rsidP="00184D9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Outside </w:t>
            </w:r>
            <w:r w:rsidR="003E541A">
              <w:rPr>
                <w:rFonts w:ascii="Corbel" w:hAnsi="Corbel"/>
                <w:sz w:val="24"/>
                <w:szCs w:val="24"/>
              </w:rPr>
              <w:t xml:space="preserve">School </w:t>
            </w:r>
            <w:r w:rsidR="00184D96">
              <w:rPr>
                <w:rFonts w:ascii="Corbel" w:hAnsi="Corbel"/>
                <w:sz w:val="24"/>
                <w:szCs w:val="24"/>
              </w:rPr>
              <w:t xml:space="preserve">Hours </w:t>
            </w:r>
            <w:r w:rsidR="003E541A">
              <w:rPr>
                <w:rFonts w:ascii="Corbel" w:hAnsi="Corbel"/>
                <w:sz w:val="24"/>
                <w:szCs w:val="24"/>
              </w:rPr>
              <w:t>Care for Teenagers with Disability</w:t>
            </w:r>
            <w:r w:rsidR="007A69DC">
              <w:rPr>
                <w:rFonts w:ascii="Corbel" w:hAnsi="Corbel"/>
                <w:sz w:val="24"/>
                <w:szCs w:val="24"/>
              </w:rPr>
              <w:t xml:space="preserve"> &amp; Respite Support for Carers of Young People with Severe or Profound Disability &amp; Young Carers Respite and Information Services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..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..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..</w:t>
            </w:r>
          </w:p>
        </w:tc>
      </w:tr>
    </w:tbl>
    <w:p w:rsidR="002875EB" w:rsidRPr="00404213" w:rsidRDefault="002875EB" w:rsidP="002875EB">
      <w:pPr>
        <w:rPr>
          <w:rFonts w:ascii="Corbel" w:hAnsi="Corbel"/>
          <w:sz w:val="20"/>
          <w:szCs w:val="24"/>
        </w:rPr>
      </w:pPr>
      <w:r w:rsidRPr="00404213">
        <w:rPr>
          <w:rFonts w:ascii="Corbel" w:hAnsi="Corbel"/>
          <w:sz w:val="20"/>
          <w:szCs w:val="24"/>
        </w:rPr>
        <w:t>‘.. ‘ represents an amount of less than $50,000.</w:t>
      </w:r>
    </w:p>
    <w:p w:rsidR="00F1287D" w:rsidRDefault="00F1287D" w:rsidP="00F1287D">
      <w:pPr>
        <w:ind w:left="720"/>
        <w:rPr>
          <w:rFonts w:ascii="Corbel" w:hAnsi="Corbel"/>
          <w:sz w:val="24"/>
          <w:szCs w:val="24"/>
        </w:rPr>
      </w:pPr>
    </w:p>
    <w:p w:rsidR="00F1287D" w:rsidRDefault="00F1287D" w:rsidP="00F1287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Commonwealth disability services/programs </w:t>
      </w:r>
      <w:r w:rsidR="00940EE2">
        <w:rPr>
          <w:rFonts w:ascii="Corbel" w:hAnsi="Corbel"/>
          <w:sz w:val="24"/>
          <w:szCs w:val="24"/>
        </w:rPr>
        <w:t>as set out inn Table 3</w:t>
      </w:r>
      <w:r>
        <w:rPr>
          <w:rFonts w:ascii="Corbel" w:hAnsi="Corbel"/>
          <w:sz w:val="24"/>
          <w:szCs w:val="24"/>
        </w:rPr>
        <w:t xml:space="preserve"> will remain as in-kind subject to transition strategies</w:t>
      </w:r>
      <w:r w:rsidR="0085783E">
        <w:rPr>
          <w:rFonts w:ascii="Corbel" w:hAnsi="Corbel"/>
          <w:sz w:val="24"/>
          <w:szCs w:val="24"/>
        </w:rPr>
        <w:t>, developed by the Commonwealth in consultation with the Agency</w:t>
      </w:r>
      <w:r w:rsidR="00811B93">
        <w:rPr>
          <w:rFonts w:ascii="Corbel" w:hAnsi="Corbel"/>
          <w:sz w:val="24"/>
          <w:szCs w:val="24"/>
        </w:rPr>
        <w:t>.</w:t>
      </w:r>
    </w:p>
    <w:p w:rsidR="00940EE2" w:rsidRPr="00940EE2" w:rsidRDefault="00940EE2" w:rsidP="00940EE2">
      <w:pPr>
        <w:keepNext/>
        <w:ind w:left="357"/>
        <w:rPr>
          <w:rFonts w:ascii="Corbel" w:hAnsi="Corbel"/>
          <w:b/>
          <w:sz w:val="24"/>
          <w:szCs w:val="24"/>
        </w:rPr>
      </w:pPr>
      <w:r w:rsidRPr="00940EE2">
        <w:rPr>
          <w:rFonts w:ascii="Corbel" w:hAnsi="Corbel"/>
          <w:b/>
          <w:sz w:val="24"/>
          <w:szCs w:val="24"/>
        </w:rPr>
        <w:lastRenderedPageBreak/>
        <w:t>Table 3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F1287D" w:rsidRPr="001F0CA1" w:rsidTr="00241527">
        <w:trPr>
          <w:cantSplit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2D4F50" w:rsidRDefault="00F1287D" w:rsidP="00940EE2">
            <w:pPr>
              <w:keepNext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2015-16</w:t>
            </w:r>
          </w:p>
        </w:tc>
      </w:tr>
      <w:tr w:rsidR="003E541A" w:rsidRPr="001F0CA1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Hearing Services Program</w:t>
            </w:r>
            <w:r w:rsidR="00B9602A">
              <w:rPr>
                <w:rFonts w:ascii="Corbel" w:hAnsi="Corbel"/>
                <w:sz w:val="24"/>
                <w:szCs w:val="24"/>
              </w:rPr>
              <w:t xml:space="preserve"> &amp; National Auslan Booking Service</w:t>
            </w:r>
            <w:r w:rsidR="007A69DC">
              <w:rPr>
                <w:rFonts w:ascii="Corbel" w:hAnsi="Corbel"/>
                <w:sz w:val="24"/>
                <w:szCs w:val="24"/>
              </w:rPr>
              <w:t xml:space="preserve"> &amp; Improves Support for people with younger onset dementia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62475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624755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624755">
              <w:rPr>
                <w:rFonts w:ascii="Corbel" w:hAnsi="Corbel"/>
                <w:sz w:val="24"/>
                <w:szCs w:val="24"/>
              </w:rPr>
              <w:t>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62475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624755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624755">
              <w:rPr>
                <w:rFonts w:ascii="Corbel" w:hAnsi="Corbel"/>
                <w:sz w:val="24"/>
                <w:szCs w:val="24"/>
              </w:rPr>
              <w:t>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3E541A" w:rsidRDefault="003E541A" w:rsidP="0062475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624755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624755">
              <w:rPr>
                <w:rFonts w:ascii="Corbel" w:hAnsi="Corbel"/>
                <w:sz w:val="24"/>
                <w:szCs w:val="24"/>
              </w:rPr>
              <w:t>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</w:tbl>
    <w:p w:rsidR="00F1287D" w:rsidRDefault="00F1287D" w:rsidP="00F1287D">
      <w:pPr>
        <w:rPr>
          <w:rFonts w:ascii="Corbel" w:hAnsi="Corbel"/>
          <w:sz w:val="24"/>
          <w:szCs w:val="24"/>
        </w:rPr>
      </w:pPr>
    </w:p>
    <w:p w:rsidR="00F1287D" w:rsidRDefault="00F1287D" w:rsidP="00F1287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updated Commonwealth share of funding for NDIS funded supports </w:t>
      </w:r>
      <w:r w:rsidR="009A06EF">
        <w:rPr>
          <w:rFonts w:ascii="Corbel" w:hAnsi="Corbel"/>
          <w:sz w:val="24"/>
          <w:szCs w:val="24"/>
        </w:rPr>
        <w:t>(updated from Table 3, Appendix A)</w:t>
      </w:r>
      <w:r w:rsidR="00350AFF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that is estimated to be provided in cash and through direct provision of services is s</w:t>
      </w:r>
      <w:r w:rsidR="00940EE2">
        <w:rPr>
          <w:rFonts w:ascii="Corbel" w:hAnsi="Corbel"/>
          <w:sz w:val="24"/>
          <w:szCs w:val="24"/>
        </w:rPr>
        <w:t>et out in Table 4</w:t>
      </w:r>
      <w:r w:rsidR="00811B93">
        <w:rPr>
          <w:rFonts w:ascii="Corbel" w:hAnsi="Corbel"/>
          <w:sz w:val="24"/>
          <w:szCs w:val="24"/>
        </w:rPr>
        <w:t>.</w:t>
      </w:r>
    </w:p>
    <w:p w:rsidR="00940EE2" w:rsidRPr="00940EE2" w:rsidRDefault="00940EE2" w:rsidP="00940EE2">
      <w:pPr>
        <w:keepNext/>
        <w:ind w:left="360"/>
        <w:rPr>
          <w:rFonts w:ascii="Corbel" w:hAnsi="Corbel"/>
          <w:b/>
          <w:sz w:val="24"/>
          <w:szCs w:val="24"/>
        </w:rPr>
      </w:pPr>
      <w:r w:rsidRPr="00940EE2">
        <w:rPr>
          <w:rFonts w:ascii="Corbel" w:hAnsi="Corbel"/>
          <w:b/>
          <w:sz w:val="24"/>
          <w:szCs w:val="24"/>
        </w:rPr>
        <w:t>Table 4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F1287D" w:rsidRPr="001F0CA1" w:rsidTr="00241527">
        <w:trPr>
          <w:cantSplit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2D4F50" w:rsidRDefault="00F1287D" w:rsidP="00940EE2">
            <w:pPr>
              <w:keepNext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1287D" w:rsidRPr="001F0CA1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 w:rsidRPr="001F0CA1">
              <w:rPr>
                <w:rFonts w:ascii="Corbel" w:hAnsi="Corbel"/>
                <w:sz w:val="24"/>
                <w:szCs w:val="24"/>
              </w:rPr>
              <w:t>2015-16</w:t>
            </w:r>
          </w:p>
        </w:tc>
      </w:tr>
      <w:tr w:rsidR="00F1287D" w:rsidRPr="001F0CA1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D50B7F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Commonwealth cash contribution to the NDIS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B9602A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3.9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B9602A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9.</w:t>
            </w:r>
            <w:r w:rsidR="00B9602A">
              <w:rPr>
                <w:rFonts w:ascii="Corbel" w:hAnsi="Corbel"/>
                <w:sz w:val="24"/>
                <w:szCs w:val="24"/>
              </w:rPr>
              <w:t>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1F0CA1" w:rsidRDefault="00F1287D" w:rsidP="00B9602A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11.8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F1287D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Pr="00060748" w:rsidRDefault="00F1287D" w:rsidP="00940EE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Commonwealth in-kind contribution to the NDIS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F1287D" w:rsidP="00B9602A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0.5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F1287D" w:rsidP="00B9602A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1.1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F1287D" w:rsidRDefault="00F1287D" w:rsidP="00B9602A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0.2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3A6CCF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07321F" w:rsidP="00241527">
            <w:pPr>
              <w:rPr>
                <w:rFonts w:ascii="Corbel" w:hAnsi="Corbel"/>
                <w:sz w:val="24"/>
                <w:szCs w:val="24"/>
              </w:rPr>
            </w:pPr>
            <w:r w:rsidRPr="0007321F">
              <w:rPr>
                <w:rFonts w:ascii="Corbel" w:hAnsi="Corbel"/>
                <w:sz w:val="24"/>
                <w:szCs w:val="24"/>
              </w:rPr>
              <w:t>Repayment of Commonwealth grants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2A05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2A057B">
              <w:rPr>
                <w:rFonts w:ascii="Corbel" w:hAnsi="Corbel"/>
                <w:sz w:val="24"/>
                <w:szCs w:val="24"/>
              </w:rPr>
              <w:t>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2A05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2A057B">
              <w:rPr>
                <w:rFonts w:ascii="Corbel" w:hAnsi="Corbel"/>
                <w:sz w:val="24"/>
                <w:szCs w:val="24"/>
              </w:rPr>
              <w:t>7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2A05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2A057B">
              <w:rPr>
                <w:rFonts w:ascii="Corbel" w:hAnsi="Corbel"/>
                <w:sz w:val="24"/>
                <w:szCs w:val="24"/>
              </w:rPr>
              <w:t>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3A6CCF" w:rsidTr="00241527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2415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TOTAL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5.6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13.1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3A6CCF" w:rsidRDefault="003A6CCF" w:rsidP="00B960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</w:t>
            </w:r>
            <w:r w:rsidR="002A057B">
              <w:rPr>
                <w:rFonts w:ascii="Corbel" w:hAnsi="Corbel"/>
                <w:sz w:val="24"/>
                <w:szCs w:val="24"/>
              </w:rPr>
              <w:t>15.1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</w:tbl>
    <w:p w:rsidR="00F1287D" w:rsidRDefault="00F1287D" w:rsidP="00F1287D">
      <w:pPr>
        <w:ind w:left="360"/>
        <w:rPr>
          <w:rFonts w:ascii="Corbel" w:hAnsi="Corbel"/>
          <w:sz w:val="24"/>
          <w:szCs w:val="24"/>
        </w:rPr>
      </w:pPr>
    </w:p>
    <w:p w:rsidR="00896257" w:rsidRPr="00896257" w:rsidRDefault="00896257" w:rsidP="00896257">
      <w:pPr>
        <w:ind w:firstLine="360"/>
        <w:rPr>
          <w:rFonts w:ascii="Corbel" w:eastAsia="Times New Roman" w:hAnsi="Corbel"/>
          <w:b/>
          <w:sz w:val="24"/>
          <w:szCs w:val="24"/>
        </w:rPr>
      </w:pPr>
      <w:r w:rsidRPr="00896257">
        <w:rPr>
          <w:rFonts w:ascii="Corbel" w:eastAsia="Times New Roman" w:hAnsi="Corbel"/>
          <w:b/>
          <w:sz w:val="24"/>
          <w:szCs w:val="24"/>
        </w:rPr>
        <w:t>Tasmanian cash and in-kind contributions</w:t>
      </w:r>
    </w:p>
    <w:p w:rsidR="00896257" w:rsidRPr="00896257" w:rsidRDefault="00896257" w:rsidP="00896257">
      <w:pPr>
        <w:numPr>
          <w:ilvl w:val="0"/>
          <w:numId w:val="9"/>
        </w:numPr>
        <w:rPr>
          <w:rFonts w:ascii="Corbel" w:eastAsia="Times New Roman" w:hAnsi="Corbel"/>
          <w:sz w:val="24"/>
          <w:szCs w:val="24"/>
        </w:rPr>
      </w:pPr>
      <w:r w:rsidRPr="00896257">
        <w:rPr>
          <w:rFonts w:ascii="Corbel" w:eastAsia="Times New Roman" w:hAnsi="Corbel"/>
          <w:sz w:val="24"/>
          <w:szCs w:val="24"/>
        </w:rPr>
        <w:t>The approach to transition Tasmanian existing disability program is outlined below:</w:t>
      </w:r>
    </w:p>
    <w:p w:rsidR="00896257" w:rsidRPr="00896257" w:rsidRDefault="00896257" w:rsidP="00896257">
      <w:pPr>
        <w:numPr>
          <w:ilvl w:val="1"/>
          <w:numId w:val="15"/>
        </w:numPr>
        <w:rPr>
          <w:rFonts w:ascii="Corbel" w:eastAsia="Times New Roman" w:hAnsi="Corbel"/>
          <w:sz w:val="24"/>
          <w:szCs w:val="24"/>
        </w:rPr>
      </w:pPr>
      <w:r w:rsidRPr="00896257">
        <w:rPr>
          <w:rFonts w:ascii="Corbel" w:eastAsia="Times New Roman" w:hAnsi="Corbel"/>
          <w:sz w:val="24"/>
          <w:szCs w:val="24"/>
        </w:rPr>
        <w:t xml:space="preserve">transition of existing State specialist disability  programs into cash contribution in launch sites will occur either in part or in full at launch commencement, or as participants enter the NDIS; and </w:t>
      </w:r>
    </w:p>
    <w:p w:rsidR="00896257" w:rsidRPr="00896257" w:rsidRDefault="00896257" w:rsidP="00896257">
      <w:pPr>
        <w:numPr>
          <w:ilvl w:val="1"/>
          <w:numId w:val="15"/>
        </w:numPr>
        <w:rPr>
          <w:rFonts w:ascii="Corbel" w:eastAsia="Times New Roman" w:hAnsi="Corbel"/>
          <w:sz w:val="24"/>
          <w:szCs w:val="24"/>
        </w:rPr>
      </w:pPr>
      <w:r w:rsidRPr="00896257">
        <w:rPr>
          <w:rFonts w:ascii="Corbel" w:eastAsia="Times New Roman" w:hAnsi="Corbel"/>
          <w:sz w:val="24"/>
          <w:szCs w:val="24"/>
        </w:rPr>
        <w:t xml:space="preserve">some programs will continue in-kind in launch sites for the duration of the launch period, due to the block funding nature of the programs. </w:t>
      </w:r>
    </w:p>
    <w:p w:rsidR="00896257" w:rsidRPr="00E42C1C" w:rsidRDefault="00896257" w:rsidP="00896257">
      <w:pPr>
        <w:numPr>
          <w:ilvl w:val="0"/>
          <w:numId w:val="9"/>
        </w:numPr>
        <w:rPr>
          <w:rFonts w:ascii="Corbel" w:eastAsia="Times New Roman" w:hAnsi="Corbel"/>
          <w:sz w:val="24"/>
          <w:szCs w:val="24"/>
        </w:rPr>
      </w:pPr>
      <w:r w:rsidRPr="00E42C1C">
        <w:rPr>
          <w:rFonts w:ascii="Corbel" w:eastAsia="Times New Roman" w:hAnsi="Corbel"/>
          <w:sz w:val="24"/>
          <w:szCs w:val="24"/>
        </w:rPr>
        <w:lastRenderedPageBreak/>
        <w:t>Based on the above approaches, the following Tasmanian disability services/programs, as set out in Table 5, are expected to transition (either in part or in full) into cash contributions as participants enter the NDIS.</w:t>
      </w:r>
      <w:r w:rsidR="00E42C1C" w:rsidRPr="00E42C1C">
        <w:rPr>
          <w:rFonts w:ascii="Corbel" w:hAnsi="Corbel"/>
          <w:sz w:val="24"/>
          <w:szCs w:val="24"/>
        </w:rPr>
        <w:t xml:space="preserve"> This includes repayment of Commonwealth grants.</w:t>
      </w:r>
    </w:p>
    <w:p w:rsidR="00896257" w:rsidRPr="00896257" w:rsidRDefault="00896257" w:rsidP="00896257">
      <w:pPr>
        <w:keepNext/>
        <w:ind w:left="357"/>
        <w:rPr>
          <w:rFonts w:ascii="Corbel" w:eastAsia="Times New Roman" w:hAnsi="Corbel"/>
          <w:b/>
          <w:sz w:val="24"/>
          <w:szCs w:val="24"/>
        </w:rPr>
      </w:pPr>
      <w:r w:rsidRPr="00896257">
        <w:rPr>
          <w:rFonts w:ascii="Corbel" w:eastAsia="Times New Roman" w:hAnsi="Corbel"/>
          <w:b/>
          <w:sz w:val="24"/>
          <w:szCs w:val="24"/>
        </w:rPr>
        <w:t>Table 5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896257" w:rsidRPr="00896257" w:rsidTr="00512292">
        <w:trPr>
          <w:cantSplit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2015-16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Individual Support Program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$1.36 million</w:t>
            </w:r>
          </w:p>
          <w:p w:rsidR="00E42C1C" w:rsidRPr="001F0CA1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$2.61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Pr="001F0CA1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1F0CA1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$2.61 </w:t>
            </w:r>
            <w:r w:rsidRPr="001F0CA1">
              <w:rPr>
                <w:rFonts w:ascii="Corbel" w:hAnsi="Corbel"/>
                <w:sz w:val="24"/>
                <w:szCs w:val="24"/>
              </w:rPr>
              <w:t>million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42C1C" w:rsidRPr="001F0CA1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Supporting Individual Pathways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$0.78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$0.75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$0.74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New Funds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$1.2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$2.0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$2.0 million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Community Access, Therapy Services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$2.70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$4.2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Del="002A32C2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Flexible Respite, Community Support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E1223C" w:rsidDel="002A32C2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 w:rsidRPr="00E1223C">
              <w:rPr>
                <w:rFonts w:ascii="Corbel" w:hAnsi="Corbel"/>
                <w:sz w:val="24"/>
                <w:szCs w:val="24"/>
              </w:rPr>
              <w:t>Nil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E1223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 w:rsidRPr="00E1223C">
              <w:rPr>
                <w:rFonts w:ascii="Corbel" w:hAnsi="Corbel"/>
                <w:sz w:val="24"/>
                <w:szCs w:val="24"/>
              </w:rPr>
              <w:t>Nil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E1223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 w:rsidRPr="00E1223C">
              <w:rPr>
                <w:rFonts w:ascii="Corbel" w:hAnsi="Corbel"/>
                <w:sz w:val="24"/>
                <w:szCs w:val="24"/>
              </w:rPr>
              <w:t>$</w:t>
            </w:r>
            <w:r>
              <w:rPr>
                <w:rFonts w:ascii="Corbel" w:hAnsi="Corbel"/>
                <w:sz w:val="24"/>
                <w:szCs w:val="24"/>
              </w:rPr>
              <w:t>3.76</w:t>
            </w:r>
            <w:r w:rsidRPr="00E1223C">
              <w:rPr>
                <w:rFonts w:ascii="Corbel" w:hAnsi="Corbel"/>
                <w:sz w:val="24"/>
                <w:szCs w:val="24"/>
              </w:rPr>
              <w:t xml:space="preserve"> millio</w:t>
            </w:r>
            <w:r>
              <w:rPr>
                <w:rFonts w:ascii="Corbel" w:hAnsi="Corbel"/>
                <w:sz w:val="24"/>
                <w:szCs w:val="24"/>
              </w:rPr>
              <w:t>n</w:t>
            </w:r>
          </w:p>
        </w:tc>
      </w:tr>
    </w:tbl>
    <w:p w:rsidR="00896257" w:rsidRPr="00896257" w:rsidRDefault="00896257" w:rsidP="00896257">
      <w:pPr>
        <w:rPr>
          <w:rFonts w:ascii="Corbel" w:eastAsia="Times New Roman" w:hAnsi="Corbel"/>
          <w:sz w:val="24"/>
          <w:szCs w:val="24"/>
        </w:rPr>
      </w:pPr>
    </w:p>
    <w:p w:rsidR="00896257" w:rsidRPr="00896257" w:rsidRDefault="00896257" w:rsidP="00896257">
      <w:pPr>
        <w:numPr>
          <w:ilvl w:val="0"/>
          <w:numId w:val="9"/>
        </w:numPr>
        <w:rPr>
          <w:rFonts w:ascii="Corbel" w:eastAsia="Times New Roman" w:hAnsi="Corbel"/>
          <w:sz w:val="24"/>
          <w:szCs w:val="24"/>
        </w:rPr>
      </w:pPr>
      <w:r w:rsidRPr="00896257">
        <w:rPr>
          <w:rFonts w:ascii="Corbel" w:eastAsia="Times New Roman" w:hAnsi="Corbel"/>
          <w:sz w:val="24"/>
          <w:szCs w:val="24"/>
        </w:rPr>
        <w:t>The Tasmanian disability services/programs, as set out in Table 6, will remain as in-kind subject to transition strategies developed by Tasmania in consultation with the Agency.</w:t>
      </w:r>
      <w:r w:rsidR="00E42C1C">
        <w:rPr>
          <w:rFonts w:ascii="Corbel" w:eastAsia="Times New Roman" w:hAnsi="Corbel"/>
          <w:sz w:val="24"/>
          <w:szCs w:val="24"/>
        </w:rPr>
        <w:t xml:space="preserve"> </w:t>
      </w:r>
      <w:r w:rsidR="00E42C1C">
        <w:rPr>
          <w:rFonts w:ascii="Corbel" w:hAnsi="Corbel"/>
          <w:sz w:val="24"/>
          <w:szCs w:val="24"/>
        </w:rPr>
        <w:t>This includes repayment of Commonwealth grants.</w:t>
      </w:r>
      <w:r w:rsidRPr="00896257">
        <w:rPr>
          <w:rFonts w:ascii="Corbel" w:eastAsia="Times New Roman" w:hAnsi="Corbel"/>
          <w:sz w:val="24"/>
          <w:szCs w:val="24"/>
        </w:rPr>
        <w:t xml:space="preserve"> </w:t>
      </w:r>
    </w:p>
    <w:p w:rsidR="00896257" w:rsidRPr="00896257" w:rsidRDefault="00896257" w:rsidP="00896257">
      <w:pPr>
        <w:keepNext/>
        <w:ind w:left="360"/>
        <w:rPr>
          <w:rFonts w:ascii="Corbel" w:eastAsia="Times New Roman" w:hAnsi="Corbel"/>
          <w:b/>
          <w:sz w:val="24"/>
          <w:szCs w:val="24"/>
        </w:rPr>
      </w:pPr>
      <w:r w:rsidRPr="00896257">
        <w:rPr>
          <w:rFonts w:ascii="Corbel" w:eastAsia="Times New Roman" w:hAnsi="Corbel"/>
          <w:b/>
          <w:sz w:val="24"/>
          <w:szCs w:val="24"/>
        </w:rPr>
        <w:t>Table 6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896257" w:rsidRPr="00896257" w:rsidTr="00512292">
        <w:trPr>
          <w:cantSplit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2015-16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Community Access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$3.21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$0.91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Del="007E7B4B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Therapy Services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$1.52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Del="007E7B4B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Supported Accommodation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$7.4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$7.5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lastRenderedPageBreak/>
              <w:t>Flexible Respite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$0.67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$0.97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Centre Based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Nil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$3.84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$3.72 million</w:t>
            </w:r>
          </w:p>
        </w:tc>
      </w:tr>
      <w:tr w:rsidR="00E42C1C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Pr="00896257" w:rsidRDefault="00E42C1C" w:rsidP="00896257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Behaviour Support (DAAT)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$0.66</w:t>
            </w:r>
            <w:r w:rsidR="005122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$0.67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$0.67 million</w:t>
            </w:r>
          </w:p>
          <w:p w:rsidR="00E42C1C" w:rsidRDefault="00E42C1C" w:rsidP="00512292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96257" w:rsidRPr="00896257" w:rsidRDefault="00896257" w:rsidP="00896257">
      <w:pPr>
        <w:ind w:left="360"/>
        <w:rPr>
          <w:rFonts w:ascii="Corbel" w:eastAsia="Times New Roman" w:hAnsi="Corbel"/>
          <w:sz w:val="24"/>
          <w:szCs w:val="24"/>
        </w:rPr>
      </w:pPr>
    </w:p>
    <w:p w:rsidR="00896257" w:rsidRPr="00896257" w:rsidRDefault="00896257" w:rsidP="00896257">
      <w:pPr>
        <w:numPr>
          <w:ilvl w:val="0"/>
          <w:numId w:val="9"/>
        </w:numPr>
        <w:rPr>
          <w:rFonts w:ascii="Corbel" w:eastAsia="Times New Roman" w:hAnsi="Corbel"/>
          <w:sz w:val="24"/>
          <w:szCs w:val="24"/>
        </w:rPr>
      </w:pPr>
      <w:r w:rsidRPr="00896257">
        <w:rPr>
          <w:rFonts w:ascii="Corbel" w:eastAsia="Times New Roman" w:hAnsi="Corbel"/>
          <w:sz w:val="24"/>
          <w:szCs w:val="24"/>
        </w:rPr>
        <w:t>The updated Tasmanian share of funding for NDIS funded supports (updated from Tables 5 and 6 in Appendix  A) that is estimated to be provided in cash and through direct provision of services is set out in Table 7:</w:t>
      </w:r>
    </w:p>
    <w:p w:rsidR="00896257" w:rsidRPr="00896257" w:rsidRDefault="00896257" w:rsidP="00896257">
      <w:pPr>
        <w:keepNext/>
        <w:ind w:left="360"/>
        <w:rPr>
          <w:rFonts w:ascii="Corbel" w:eastAsia="Times New Roman" w:hAnsi="Corbel"/>
          <w:b/>
          <w:sz w:val="24"/>
          <w:szCs w:val="24"/>
        </w:rPr>
      </w:pPr>
      <w:r w:rsidRPr="00896257">
        <w:rPr>
          <w:rFonts w:ascii="Corbel" w:eastAsia="Times New Roman" w:hAnsi="Corbel"/>
          <w:b/>
          <w:sz w:val="24"/>
          <w:szCs w:val="24"/>
        </w:rPr>
        <w:t>Table 7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2201"/>
        <w:gridCol w:w="2201"/>
        <w:gridCol w:w="2202"/>
      </w:tblGrid>
      <w:tr w:rsidR="00896257" w:rsidRPr="00896257" w:rsidTr="00512292">
        <w:trPr>
          <w:cantSplit/>
          <w:trHeight w:val="468"/>
          <w:tblHeader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keepNext/>
              <w:rPr>
                <w:rFonts w:ascii="Corbel" w:eastAsia="Times New Roman" w:hAnsi="Corbel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keepNext/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2013-14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keepNext/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2014-15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896257" w:rsidRPr="00896257" w:rsidRDefault="00896257" w:rsidP="00896257">
            <w:pPr>
              <w:keepNext/>
              <w:rPr>
                <w:rFonts w:ascii="Corbel" w:eastAsia="Times New Roman" w:hAnsi="Corbel"/>
                <w:sz w:val="24"/>
                <w:szCs w:val="24"/>
              </w:rPr>
            </w:pPr>
            <w:r w:rsidRPr="00896257">
              <w:rPr>
                <w:rFonts w:ascii="Corbel" w:eastAsia="Times New Roman" w:hAnsi="Corbel"/>
                <w:sz w:val="24"/>
                <w:szCs w:val="24"/>
              </w:rPr>
              <w:t>2015-16</w:t>
            </w:r>
          </w:p>
        </w:tc>
      </w:tr>
      <w:tr w:rsidR="00512292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Pr="00D50B7F" w:rsidRDefault="00512292" w:rsidP="0051229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Tasmanian cash contribution to the NDIS plus repayment of Commonwealth grants in cash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Pr="001F0CA1" w:rsidRDefault="00512292" w:rsidP="0051229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$3.35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Pr="001F0CA1" w:rsidRDefault="00512292" w:rsidP="0051229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$8.06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Pr="001F0CA1" w:rsidRDefault="00512292" w:rsidP="00512292">
            <w:pPr>
              <w:keepNext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$13.32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  <w:tr w:rsidR="00512292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Pr="00060748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Tasmanian in-kind contribution to the NDIS plus repayment of Commonwealth grants in-kind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$6.06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$13.77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$11.83 </w:t>
            </w:r>
            <w:r w:rsidRPr="001F0CA1">
              <w:rPr>
                <w:rFonts w:ascii="Corbel" w:hAnsi="Corbel"/>
                <w:sz w:val="24"/>
                <w:szCs w:val="24"/>
              </w:rPr>
              <w:t>million</w:t>
            </w:r>
          </w:p>
        </w:tc>
      </w:tr>
      <w:tr w:rsidR="00512292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Less Tasmanian repayment of Commonwealth Grants to the Agency in cash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$0.60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$1.35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$2.3 million</w:t>
            </w:r>
          </w:p>
        </w:tc>
      </w:tr>
      <w:tr w:rsidR="00512292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Less Tasmania in-kind contribution of Commonwealth Grants 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$0.6o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$1.35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$0.80 million</w:t>
            </w:r>
          </w:p>
        </w:tc>
      </w:tr>
      <w:tr w:rsidR="00512292" w:rsidRPr="00896257" w:rsidTr="00512292">
        <w:trPr>
          <w:cantSplit/>
        </w:trPr>
        <w:tc>
          <w:tcPr>
            <w:tcW w:w="2807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TOTAL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$8.2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1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$19.1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</w:tcBorders>
          </w:tcPr>
          <w:p w:rsidR="00512292" w:rsidRDefault="00512292" w:rsidP="005122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$22.2</w:t>
            </w:r>
            <w:r w:rsidRPr="001F0CA1">
              <w:rPr>
                <w:rFonts w:ascii="Corbel" w:hAnsi="Corbel"/>
                <w:sz w:val="24"/>
                <w:szCs w:val="24"/>
              </w:rPr>
              <w:t xml:space="preserve"> million</w:t>
            </w:r>
          </w:p>
        </w:tc>
      </w:tr>
    </w:tbl>
    <w:p w:rsidR="00896257" w:rsidRPr="00896257" w:rsidRDefault="00896257" w:rsidP="00896257"/>
    <w:p w:rsidR="002D4F50" w:rsidRPr="00245862" w:rsidRDefault="00245862" w:rsidP="00245862">
      <w:pPr>
        <w:numPr>
          <w:ilvl w:val="0"/>
          <w:numId w:val="9"/>
        </w:numPr>
      </w:pPr>
      <w:r w:rsidRPr="00245862">
        <w:rPr>
          <w:rFonts w:ascii="Corbel" w:eastAsia="Times New Roman" w:hAnsi="Corbel"/>
          <w:sz w:val="24"/>
          <w:szCs w:val="24"/>
        </w:rPr>
        <w:t xml:space="preserve">While the total contribution will not change, as per clause 29 of the IGA, it is recognised that the estimated mix and balance of in-kind and cash contribution may vary due to actual implementation factors. </w:t>
      </w:r>
      <w:r w:rsidRPr="00F87F1E">
        <w:rPr>
          <w:rFonts w:ascii="Corbel" w:hAnsi="Corbel"/>
          <w:sz w:val="24"/>
          <w:szCs w:val="24"/>
        </w:rPr>
        <w:t xml:space="preserve">This </w:t>
      </w:r>
      <w:r>
        <w:rPr>
          <w:rFonts w:ascii="Corbel" w:hAnsi="Corbel"/>
          <w:sz w:val="24"/>
          <w:szCs w:val="24"/>
        </w:rPr>
        <w:t>appendix should</w:t>
      </w:r>
      <w:r w:rsidRPr="00F87F1E">
        <w:rPr>
          <w:rFonts w:ascii="Corbel" w:hAnsi="Corbel"/>
          <w:sz w:val="24"/>
          <w:szCs w:val="24"/>
        </w:rPr>
        <w:t xml:space="preserve"> therefore be reviewed at least every six months from the commencement of the launch. Consistent with paragraph 129 of the IGA, this appendix may be amended to reflect</w:t>
      </w:r>
      <w:r>
        <w:rPr>
          <w:rFonts w:ascii="Corbel" w:hAnsi="Corbel"/>
          <w:sz w:val="24"/>
          <w:szCs w:val="24"/>
        </w:rPr>
        <w:t xml:space="preserve"> the outcomes of these reviews.</w:t>
      </w:r>
      <w:r w:rsidRPr="00F87F1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In addition, this a</w:t>
      </w:r>
      <w:r w:rsidRPr="00F87F1E">
        <w:rPr>
          <w:rFonts w:ascii="Corbel" w:hAnsi="Corbel"/>
          <w:sz w:val="24"/>
          <w:szCs w:val="24"/>
        </w:rPr>
        <w:t xml:space="preserve">ppendix may be updated at anytime on an ongoing basis with agreement between </w:t>
      </w:r>
      <w:r>
        <w:rPr>
          <w:rFonts w:ascii="Corbel" w:hAnsi="Corbel"/>
          <w:sz w:val="24"/>
          <w:szCs w:val="24"/>
        </w:rPr>
        <w:t>Tasmania</w:t>
      </w:r>
      <w:r w:rsidRPr="00F87F1E">
        <w:rPr>
          <w:rFonts w:ascii="Corbel" w:hAnsi="Corbel"/>
          <w:sz w:val="24"/>
          <w:szCs w:val="24"/>
        </w:rPr>
        <w:t xml:space="preserve"> and the Commonwealth, who are required to provide at least one month's notice to the Agency of any such change</w:t>
      </w:r>
      <w:r w:rsidR="00512292">
        <w:t>.</w:t>
      </w:r>
    </w:p>
    <w:sectPr w:rsidR="002D4F50" w:rsidRPr="00245862" w:rsidSect="00F77C3E">
      <w:headerReference w:type="default" r:id="rId9"/>
      <w:footerReference w:type="default" r:id="rId10"/>
      <w:type w:val="continuous"/>
      <w:pgSz w:w="11906" w:h="16838" w:code="9"/>
      <w:pgMar w:top="1440" w:right="1440" w:bottom="14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92" w:rsidRDefault="00512292" w:rsidP="00241527">
      <w:pPr>
        <w:spacing w:after="0" w:line="240" w:lineRule="auto"/>
      </w:pPr>
      <w:r>
        <w:separator/>
      </w:r>
    </w:p>
  </w:endnote>
  <w:endnote w:type="continuationSeparator" w:id="0">
    <w:p w:rsidR="00512292" w:rsidRDefault="00512292" w:rsidP="0024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192496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12292" w:rsidRDefault="00512292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 w:rsidR="00F346B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F346BB">
              <w:rPr>
                <w:b/>
                <w:bCs/>
                <w:sz w:val="24"/>
                <w:szCs w:val="24"/>
              </w:rPr>
              <w:fldChar w:fldCharType="separate"/>
            </w:r>
            <w:r w:rsidR="00AA3780">
              <w:rPr>
                <w:b/>
                <w:bCs/>
                <w:noProof/>
              </w:rPr>
              <w:t>1</w:t>
            </w:r>
            <w:r w:rsidR="00F346B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346B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F346BB">
              <w:rPr>
                <w:b/>
                <w:bCs/>
                <w:sz w:val="24"/>
                <w:szCs w:val="24"/>
              </w:rPr>
              <w:fldChar w:fldCharType="separate"/>
            </w:r>
            <w:r w:rsidR="00AA3780">
              <w:rPr>
                <w:b/>
                <w:bCs/>
                <w:noProof/>
              </w:rPr>
              <w:t>6</w:t>
            </w:r>
            <w:r w:rsidR="00F346BB">
              <w:rPr>
                <w:b/>
                <w:bCs/>
                <w:sz w:val="24"/>
                <w:szCs w:val="24"/>
              </w:rPr>
              <w:fldChar w:fldCharType="end"/>
            </w:r>
          </w:p>
          <w:p w:rsidR="00512292" w:rsidRPr="00197559" w:rsidRDefault="00F346BB">
            <w:pPr>
              <w:pStyle w:val="Footer"/>
              <w:jc w:val="right"/>
            </w:pPr>
            <w:r w:rsidRPr="00197559">
              <w:rPr>
                <w:bCs/>
                <w:sz w:val="24"/>
                <w:szCs w:val="24"/>
              </w:rPr>
              <w:fldChar w:fldCharType="begin"/>
            </w:r>
            <w:r w:rsidR="00512292" w:rsidRPr="00197559">
              <w:rPr>
                <w:bCs/>
                <w:sz w:val="24"/>
                <w:szCs w:val="24"/>
              </w:rPr>
              <w:instrText xml:space="preserve"> DATE \@ "d/MM/yyyy h:mm am/pm" </w:instrText>
            </w:r>
            <w:r w:rsidRPr="00197559">
              <w:rPr>
                <w:bCs/>
                <w:sz w:val="24"/>
                <w:szCs w:val="24"/>
              </w:rPr>
              <w:fldChar w:fldCharType="separate"/>
            </w:r>
            <w:r w:rsidR="00AA3780">
              <w:rPr>
                <w:bCs/>
                <w:noProof/>
                <w:sz w:val="24"/>
                <w:szCs w:val="24"/>
              </w:rPr>
              <w:t>6/12/2016 10:23 AM</w:t>
            </w:r>
            <w:r w:rsidRPr="0019755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2292" w:rsidRDefault="005122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92" w:rsidRDefault="00512292" w:rsidP="00241527">
      <w:pPr>
        <w:spacing w:after="0" w:line="240" w:lineRule="auto"/>
      </w:pPr>
      <w:r>
        <w:separator/>
      </w:r>
    </w:p>
  </w:footnote>
  <w:footnote w:type="continuationSeparator" w:id="0">
    <w:p w:rsidR="00512292" w:rsidRDefault="00512292" w:rsidP="0024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92" w:rsidRPr="00241527" w:rsidRDefault="00512292" w:rsidP="00241527">
    <w:pPr>
      <w:pStyle w:val="Header"/>
      <w:jc w:val="right"/>
      <w:rPr>
        <w:b/>
      </w:rPr>
    </w:pPr>
    <w:r w:rsidRPr="00241527">
      <w:rPr>
        <w:b/>
      </w:rPr>
      <w:t>Schedule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3133"/>
    <w:multiLevelType w:val="hybridMultilevel"/>
    <w:tmpl w:val="B37AC524"/>
    <w:lvl w:ilvl="0" w:tplc="B9162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5171F"/>
    <w:multiLevelType w:val="hybridMultilevel"/>
    <w:tmpl w:val="5CDE393C"/>
    <w:lvl w:ilvl="0" w:tplc="74208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33D08"/>
    <w:multiLevelType w:val="hybridMultilevel"/>
    <w:tmpl w:val="5566B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B46FFC"/>
    <w:multiLevelType w:val="hybridMultilevel"/>
    <w:tmpl w:val="718A1BC6"/>
    <w:lvl w:ilvl="0" w:tplc="74208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21A9C"/>
    <w:multiLevelType w:val="hybridMultilevel"/>
    <w:tmpl w:val="90C4208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F0094"/>
    <w:multiLevelType w:val="hybridMultilevel"/>
    <w:tmpl w:val="25CC4F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050D7"/>
    <w:multiLevelType w:val="hybridMultilevel"/>
    <w:tmpl w:val="6324BED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A4E5B"/>
    <w:multiLevelType w:val="hybridMultilevel"/>
    <w:tmpl w:val="25CC4F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E6E3E"/>
    <w:multiLevelType w:val="hybridMultilevel"/>
    <w:tmpl w:val="395A8382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FB421F8"/>
    <w:multiLevelType w:val="hybridMultilevel"/>
    <w:tmpl w:val="90C42082"/>
    <w:lvl w:ilvl="0" w:tplc="0C090019">
      <w:start w:val="1"/>
      <w:numFmt w:val="lowerLetter"/>
      <w:lvlText w:val="%1."/>
      <w:lvlJc w:val="left"/>
      <w:pPr>
        <w:ind w:left="1080" w:hanging="360"/>
      </w:pPr>
    </w:lvl>
    <w:lvl w:ilvl="1" w:tplc="0C09001B">
      <w:start w:val="1"/>
      <w:numFmt w:val="lowerRoman"/>
      <w:lvlText w:val="%2."/>
      <w:lvlJc w:val="righ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B36F1C"/>
    <w:multiLevelType w:val="hybridMultilevel"/>
    <w:tmpl w:val="87986BA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37B52AC"/>
    <w:multiLevelType w:val="hybridMultilevel"/>
    <w:tmpl w:val="25CC4F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53D20"/>
    <w:multiLevelType w:val="hybridMultilevel"/>
    <w:tmpl w:val="F662CE60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50115E"/>
    <w:multiLevelType w:val="hybridMultilevel"/>
    <w:tmpl w:val="F65AA6E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34E7D52"/>
    <w:multiLevelType w:val="hybridMultilevel"/>
    <w:tmpl w:val="CD5E0414"/>
    <w:lvl w:ilvl="0" w:tplc="74208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36D8E"/>
    <w:multiLevelType w:val="hybridMultilevel"/>
    <w:tmpl w:val="ABE868A8"/>
    <w:lvl w:ilvl="0" w:tplc="74208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6640D"/>
    <w:multiLevelType w:val="hybridMultilevel"/>
    <w:tmpl w:val="BE008C9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506A19"/>
    <w:multiLevelType w:val="hybridMultilevel"/>
    <w:tmpl w:val="F49A44F4"/>
    <w:lvl w:ilvl="0" w:tplc="DB0C12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342349"/>
    <w:multiLevelType w:val="hybridMultilevel"/>
    <w:tmpl w:val="5CDE393C"/>
    <w:lvl w:ilvl="0" w:tplc="74208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854AAC"/>
    <w:multiLevelType w:val="hybridMultilevel"/>
    <w:tmpl w:val="7268A05E"/>
    <w:lvl w:ilvl="0" w:tplc="213AF0E2">
      <w:start w:val="1"/>
      <w:numFmt w:val="decimal"/>
      <w:pStyle w:val="Normalnumbered"/>
      <w:lvlText w:val="%1."/>
      <w:lvlJc w:val="left"/>
      <w:pPr>
        <w:tabs>
          <w:tab w:val="num" w:pos="687"/>
        </w:tabs>
        <w:ind w:left="687" w:hanging="567"/>
      </w:pPr>
      <w:rPr>
        <w:rFonts w:cs="Times New Roman" w:hint="default"/>
        <w:i w:val="0"/>
      </w:rPr>
    </w:lvl>
    <w:lvl w:ilvl="1" w:tplc="BFC22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color w:val="auto"/>
      </w:rPr>
    </w:lvl>
    <w:lvl w:ilvl="2" w:tplc="BA001336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71A8C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68C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181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50CD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6C43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6EBB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12"/>
  </w:num>
  <w:num w:numId="5">
    <w:abstractNumId w:val="16"/>
  </w:num>
  <w:num w:numId="6">
    <w:abstractNumId w:val="0"/>
  </w:num>
  <w:num w:numId="7">
    <w:abstractNumId w:val="4"/>
  </w:num>
  <w:num w:numId="8">
    <w:abstractNumId w:val="9"/>
  </w:num>
  <w:num w:numId="9">
    <w:abstractNumId w:val="14"/>
  </w:num>
  <w:num w:numId="10">
    <w:abstractNumId w:val="8"/>
  </w:num>
  <w:num w:numId="11">
    <w:abstractNumId w:val="10"/>
  </w:num>
  <w:num w:numId="12">
    <w:abstractNumId w:val="13"/>
  </w:num>
  <w:num w:numId="13">
    <w:abstractNumId w:val="7"/>
  </w:num>
  <w:num w:numId="14">
    <w:abstractNumId w:val="5"/>
  </w:num>
  <w:num w:numId="15">
    <w:abstractNumId w:val="11"/>
  </w:num>
  <w:num w:numId="16">
    <w:abstractNumId w:val="18"/>
  </w:num>
  <w:num w:numId="17">
    <w:abstractNumId w:val="1"/>
  </w:num>
  <w:num w:numId="18">
    <w:abstractNumId w:val="3"/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9B"/>
    <w:rsid w:val="00023C35"/>
    <w:rsid w:val="0004409A"/>
    <w:rsid w:val="00053E0B"/>
    <w:rsid w:val="00055A86"/>
    <w:rsid w:val="00060748"/>
    <w:rsid w:val="00064743"/>
    <w:rsid w:val="0007321F"/>
    <w:rsid w:val="00083415"/>
    <w:rsid w:val="000B1E64"/>
    <w:rsid w:val="000D4791"/>
    <w:rsid w:val="000E1860"/>
    <w:rsid w:val="000E558D"/>
    <w:rsid w:val="00105FC9"/>
    <w:rsid w:val="00123586"/>
    <w:rsid w:val="00143253"/>
    <w:rsid w:val="001839C8"/>
    <w:rsid w:val="00184D96"/>
    <w:rsid w:val="00197559"/>
    <w:rsid w:val="001D19E7"/>
    <w:rsid w:val="001F0CA1"/>
    <w:rsid w:val="001F346E"/>
    <w:rsid w:val="001F68A2"/>
    <w:rsid w:val="00204342"/>
    <w:rsid w:val="00241527"/>
    <w:rsid w:val="00245862"/>
    <w:rsid w:val="00255850"/>
    <w:rsid w:val="0026058C"/>
    <w:rsid w:val="00263691"/>
    <w:rsid w:val="00270FA6"/>
    <w:rsid w:val="00284E69"/>
    <w:rsid w:val="002875EB"/>
    <w:rsid w:val="00287A12"/>
    <w:rsid w:val="00295237"/>
    <w:rsid w:val="002A057B"/>
    <w:rsid w:val="002A32C2"/>
    <w:rsid w:val="002C5A9E"/>
    <w:rsid w:val="002D415F"/>
    <w:rsid w:val="002D4F50"/>
    <w:rsid w:val="002F3038"/>
    <w:rsid w:val="002F6B50"/>
    <w:rsid w:val="00340EB4"/>
    <w:rsid w:val="00350AFF"/>
    <w:rsid w:val="00363528"/>
    <w:rsid w:val="00365EFF"/>
    <w:rsid w:val="00367F55"/>
    <w:rsid w:val="00380966"/>
    <w:rsid w:val="00381A1C"/>
    <w:rsid w:val="003A6CCF"/>
    <w:rsid w:val="003C404B"/>
    <w:rsid w:val="003C693C"/>
    <w:rsid w:val="003D21DB"/>
    <w:rsid w:val="003E21E3"/>
    <w:rsid w:val="003E541A"/>
    <w:rsid w:val="0040328A"/>
    <w:rsid w:val="00434450"/>
    <w:rsid w:val="00441B9E"/>
    <w:rsid w:val="00441DBE"/>
    <w:rsid w:val="00455FEA"/>
    <w:rsid w:val="00467D56"/>
    <w:rsid w:val="00470C71"/>
    <w:rsid w:val="0048634C"/>
    <w:rsid w:val="004877CC"/>
    <w:rsid w:val="00490E40"/>
    <w:rsid w:val="004B3C31"/>
    <w:rsid w:val="004D2792"/>
    <w:rsid w:val="004E3CC7"/>
    <w:rsid w:val="004E43F4"/>
    <w:rsid w:val="004F267A"/>
    <w:rsid w:val="00512292"/>
    <w:rsid w:val="00512E83"/>
    <w:rsid w:val="00526915"/>
    <w:rsid w:val="00526C7C"/>
    <w:rsid w:val="00560E80"/>
    <w:rsid w:val="005732D6"/>
    <w:rsid w:val="00576ED2"/>
    <w:rsid w:val="00580CD8"/>
    <w:rsid w:val="005D668B"/>
    <w:rsid w:val="005E03D5"/>
    <w:rsid w:val="005E706F"/>
    <w:rsid w:val="005F59FD"/>
    <w:rsid w:val="00614BA7"/>
    <w:rsid w:val="00616F5E"/>
    <w:rsid w:val="0061795F"/>
    <w:rsid w:val="00624755"/>
    <w:rsid w:val="006361D2"/>
    <w:rsid w:val="0067627F"/>
    <w:rsid w:val="00696D07"/>
    <w:rsid w:val="006D0946"/>
    <w:rsid w:val="006D0CC7"/>
    <w:rsid w:val="006E1818"/>
    <w:rsid w:val="0071796E"/>
    <w:rsid w:val="00753C9D"/>
    <w:rsid w:val="00754103"/>
    <w:rsid w:val="007706E1"/>
    <w:rsid w:val="00771E3E"/>
    <w:rsid w:val="007774E9"/>
    <w:rsid w:val="00792774"/>
    <w:rsid w:val="007A0059"/>
    <w:rsid w:val="007A69DC"/>
    <w:rsid w:val="007D2A23"/>
    <w:rsid w:val="007E7B4B"/>
    <w:rsid w:val="007F51E7"/>
    <w:rsid w:val="00803177"/>
    <w:rsid w:val="00811B93"/>
    <w:rsid w:val="008234AF"/>
    <w:rsid w:val="00831735"/>
    <w:rsid w:val="00842444"/>
    <w:rsid w:val="00844E03"/>
    <w:rsid w:val="00847E16"/>
    <w:rsid w:val="0085783E"/>
    <w:rsid w:val="008612F3"/>
    <w:rsid w:val="00875F3D"/>
    <w:rsid w:val="00896257"/>
    <w:rsid w:val="008F4AFC"/>
    <w:rsid w:val="008F53AB"/>
    <w:rsid w:val="00905367"/>
    <w:rsid w:val="00940EE2"/>
    <w:rsid w:val="00997E2D"/>
    <w:rsid w:val="009A06EF"/>
    <w:rsid w:val="009A5EF6"/>
    <w:rsid w:val="009D0C2B"/>
    <w:rsid w:val="009E17D6"/>
    <w:rsid w:val="00A309C2"/>
    <w:rsid w:val="00A32C80"/>
    <w:rsid w:val="00A513DC"/>
    <w:rsid w:val="00A77BF6"/>
    <w:rsid w:val="00AA3780"/>
    <w:rsid w:val="00AB121F"/>
    <w:rsid w:val="00AE620D"/>
    <w:rsid w:val="00AE7B9B"/>
    <w:rsid w:val="00AF173F"/>
    <w:rsid w:val="00AF5F62"/>
    <w:rsid w:val="00B10509"/>
    <w:rsid w:val="00B310CC"/>
    <w:rsid w:val="00B32BA8"/>
    <w:rsid w:val="00B4323D"/>
    <w:rsid w:val="00B45337"/>
    <w:rsid w:val="00B5789F"/>
    <w:rsid w:val="00B6481C"/>
    <w:rsid w:val="00B862E1"/>
    <w:rsid w:val="00B9602A"/>
    <w:rsid w:val="00B96D62"/>
    <w:rsid w:val="00BC1360"/>
    <w:rsid w:val="00BF2A76"/>
    <w:rsid w:val="00C905EA"/>
    <w:rsid w:val="00CF35E9"/>
    <w:rsid w:val="00D01C79"/>
    <w:rsid w:val="00D50B7F"/>
    <w:rsid w:val="00D517E6"/>
    <w:rsid w:val="00D60E56"/>
    <w:rsid w:val="00D80676"/>
    <w:rsid w:val="00D87DB5"/>
    <w:rsid w:val="00DC3BC2"/>
    <w:rsid w:val="00DD4282"/>
    <w:rsid w:val="00DE23DC"/>
    <w:rsid w:val="00E0016C"/>
    <w:rsid w:val="00E0042C"/>
    <w:rsid w:val="00E067E2"/>
    <w:rsid w:val="00E07588"/>
    <w:rsid w:val="00E1223C"/>
    <w:rsid w:val="00E13D5C"/>
    <w:rsid w:val="00E149BE"/>
    <w:rsid w:val="00E14A62"/>
    <w:rsid w:val="00E21F7C"/>
    <w:rsid w:val="00E24030"/>
    <w:rsid w:val="00E42378"/>
    <w:rsid w:val="00E42C1C"/>
    <w:rsid w:val="00E51406"/>
    <w:rsid w:val="00E60ACF"/>
    <w:rsid w:val="00E71397"/>
    <w:rsid w:val="00E916EC"/>
    <w:rsid w:val="00EB5B69"/>
    <w:rsid w:val="00EC493F"/>
    <w:rsid w:val="00ED0EA3"/>
    <w:rsid w:val="00F02D7D"/>
    <w:rsid w:val="00F1287D"/>
    <w:rsid w:val="00F346BB"/>
    <w:rsid w:val="00F36925"/>
    <w:rsid w:val="00F64CD5"/>
    <w:rsid w:val="00F75FB5"/>
    <w:rsid w:val="00F77C3E"/>
    <w:rsid w:val="00FD17B2"/>
    <w:rsid w:val="00FD7BB2"/>
    <w:rsid w:val="00FE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C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C3E"/>
    <w:pPr>
      <w:keepNext/>
      <w:spacing w:before="480" w:after="180" w:line="240" w:lineRule="auto"/>
      <w:outlineLvl w:val="0"/>
    </w:pPr>
    <w:rPr>
      <w:rFonts w:ascii="Consolas" w:eastAsia="Times New Roman" w:hAnsi="Consolas" w:cs="Arial"/>
      <w:bCs/>
      <w:caps/>
      <w:color w:val="3D4B67"/>
      <w:kern w:val="32"/>
      <w:sz w:val="32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umbered">
    <w:name w:val="Normal numbered"/>
    <w:basedOn w:val="Normal"/>
    <w:uiPriority w:val="99"/>
    <w:rsid w:val="00AE7B9B"/>
    <w:pPr>
      <w:numPr>
        <w:numId w:val="1"/>
      </w:numPr>
      <w:spacing w:after="240" w:line="260" w:lineRule="exact"/>
      <w:jc w:val="both"/>
    </w:pPr>
    <w:rPr>
      <w:rFonts w:ascii="Corbel" w:eastAsia="Times New Roman" w:hAnsi="Corbel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AE7B9B"/>
    <w:pPr>
      <w:ind w:left="720"/>
      <w:contextualSpacing/>
    </w:pPr>
  </w:style>
  <w:style w:type="character" w:styleId="BookTitle">
    <w:name w:val="Book Title"/>
    <w:uiPriority w:val="33"/>
    <w:qFormat/>
    <w:rsid w:val="00AE7B9B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83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77C3E"/>
    <w:rPr>
      <w:rFonts w:ascii="Consolas" w:eastAsia="Times New Roman" w:hAnsi="Consolas" w:cs="Arial"/>
      <w:bCs/>
      <w:caps/>
      <w:color w:val="3D4B67"/>
      <w:kern w:val="32"/>
      <w:sz w:val="32"/>
      <w:szCs w:val="36"/>
    </w:rPr>
  </w:style>
  <w:style w:type="paragraph" w:customStyle="1" w:styleId="TableText">
    <w:name w:val="Table Text"/>
    <w:basedOn w:val="Normal"/>
    <w:rsid w:val="00381A1C"/>
    <w:pPr>
      <w:spacing w:before="80" w:after="80" w:line="240" w:lineRule="auto"/>
    </w:pPr>
    <w:rPr>
      <w:rFonts w:ascii="Verdana" w:eastAsia="SimSun" w:hAnsi="Verdana"/>
      <w:sz w:val="20"/>
      <w:szCs w:val="24"/>
      <w:lang w:eastAsia="en-AU"/>
    </w:rPr>
  </w:style>
  <w:style w:type="paragraph" w:customStyle="1" w:styleId="TableHeading">
    <w:name w:val="Table Heading"/>
    <w:basedOn w:val="TableText"/>
    <w:rsid w:val="00381A1C"/>
    <w:pPr>
      <w:keepNext/>
    </w:pPr>
    <w:rPr>
      <w:b/>
    </w:rPr>
  </w:style>
  <w:style w:type="character" w:styleId="CommentReference">
    <w:name w:val="annotation reference"/>
    <w:uiPriority w:val="99"/>
    <w:semiHidden/>
    <w:unhideWhenUsed/>
    <w:rsid w:val="00DD42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2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28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28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41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52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41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527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83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83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C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C3E"/>
    <w:pPr>
      <w:keepNext/>
      <w:spacing w:before="480" w:after="180" w:line="240" w:lineRule="auto"/>
      <w:outlineLvl w:val="0"/>
    </w:pPr>
    <w:rPr>
      <w:rFonts w:ascii="Consolas" w:eastAsia="Times New Roman" w:hAnsi="Consolas" w:cs="Arial"/>
      <w:bCs/>
      <w:caps/>
      <w:color w:val="3D4B67"/>
      <w:kern w:val="32"/>
      <w:sz w:val="32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umbered">
    <w:name w:val="Normal numbered"/>
    <w:basedOn w:val="Normal"/>
    <w:uiPriority w:val="99"/>
    <w:rsid w:val="00AE7B9B"/>
    <w:pPr>
      <w:numPr>
        <w:numId w:val="1"/>
      </w:numPr>
      <w:spacing w:after="240" w:line="260" w:lineRule="exact"/>
      <w:jc w:val="both"/>
    </w:pPr>
    <w:rPr>
      <w:rFonts w:ascii="Corbel" w:eastAsia="Times New Roman" w:hAnsi="Corbel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AE7B9B"/>
    <w:pPr>
      <w:ind w:left="720"/>
      <w:contextualSpacing/>
    </w:pPr>
  </w:style>
  <w:style w:type="character" w:styleId="BookTitle">
    <w:name w:val="Book Title"/>
    <w:uiPriority w:val="33"/>
    <w:qFormat/>
    <w:rsid w:val="00AE7B9B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83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77C3E"/>
    <w:rPr>
      <w:rFonts w:ascii="Consolas" w:eastAsia="Times New Roman" w:hAnsi="Consolas" w:cs="Arial"/>
      <w:bCs/>
      <w:caps/>
      <w:color w:val="3D4B67"/>
      <w:kern w:val="32"/>
      <w:sz w:val="32"/>
      <w:szCs w:val="36"/>
    </w:rPr>
  </w:style>
  <w:style w:type="paragraph" w:customStyle="1" w:styleId="TableText">
    <w:name w:val="Table Text"/>
    <w:basedOn w:val="Normal"/>
    <w:rsid w:val="00381A1C"/>
    <w:pPr>
      <w:spacing w:before="80" w:after="80" w:line="240" w:lineRule="auto"/>
    </w:pPr>
    <w:rPr>
      <w:rFonts w:ascii="Verdana" w:eastAsia="SimSun" w:hAnsi="Verdana"/>
      <w:sz w:val="20"/>
      <w:szCs w:val="24"/>
      <w:lang w:eastAsia="en-AU"/>
    </w:rPr>
  </w:style>
  <w:style w:type="paragraph" w:customStyle="1" w:styleId="TableHeading">
    <w:name w:val="Table Heading"/>
    <w:basedOn w:val="TableText"/>
    <w:rsid w:val="00381A1C"/>
    <w:pPr>
      <w:keepNext/>
    </w:pPr>
    <w:rPr>
      <w:b/>
    </w:rPr>
  </w:style>
  <w:style w:type="character" w:styleId="CommentReference">
    <w:name w:val="annotation reference"/>
    <w:uiPriority w:val="99"/>
    <w:semiHidden/>
    <w:unhideWhenUsed/>
    <w:rsid w:val="00DD42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2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28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28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41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52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41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527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83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8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CCDA3-6943-4F0D-9D3C-3A576ADA5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44519F14</Template>
  <TotalTime>0</TotalTime>
  <Pages>6</Pages>
  <Words>926</Words>
  <Characters>5281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Prime Minister and Cabinet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pmc5254</dc:creator>
  <cp:lastModifiedBy>Toth, Tania</cp:lastModifiedBy>
  <cp:revision>2</cp:revision>
  <cp:lastPrinted>2013-04-16T04:04:00Z</cp:lastPrinted>
  <dcterms:created xsi:type="dcterms:W3CDTF">2016-12-05T23:53:00Z</dcterms:created>
  <dcterms:modified xsi:type="dcterms:W3CDTF">2016-12-05T23:53:00Z</dcterms:modified>
</cp:coreProperties>
</file>